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1E65E" w14:textId="77777777" w:rsidR="003E43C5" w:rsidRDefault="003E43C5" w:rsidP="003E43C5">
      <w:pPr>
        <w:pStyle w:val="berschrift1"/>
      </w:pPr>
      <w:r>
        <w:t>Struktur von Netzwerken</w:t>
      </w:r>
    </w:p>
    <w:p w14:paraId="00CF4918" w14:textId="77777777" w:rsidR="003E43C5" w:rsidRDefault="003E43C5" w:rsidP="003E43C5">
      <w:pPr>
        <w:spacing w:after="0" w:line="259" w:lineRule="auto"/>
      </w:pPr>
      <w:r>
        <w:t xml:space="preserve">Rechner können in einem Netzwerk miteinander verbunden werden. Es gibt viele verschiedene solcher Computernetze: Die Rechner der Schule sind in einem Netzwerk verbunden. In vielen Privathaushalten gibt es heute mehrere Rechner, die in einem Heimnetz miteinander verbunden sind. Dein Smartphone verbindet sich mit einem Mobilfunknetz. Das Internet verbindet all diese Netzwerke zu einem weltumspannenden Netz aus Netzen. </w:t>
      </w:r>
    </w:p>
    <w:p w14:paraId="2B33BFE4" w14:textId="77777777" w:rsidR="003E43C5" w:rsidRDefault="003E43C5" w:rsidP="003E43C5">
      <w:pPr>
        <w:spacing w:after="120" w:line="259" w:lineRule="auto"/>
        <w:rPr>
          <w:b/>
          <w:bCs/>
        </w:rPr>
      </w:pPr>
      <w:r>
        <w:t>Abbildung 1 zeigt die typische Struktur eines Heimnetzes. Abbildung 2 zeigt den prinzipiellen Aufbau des Internets, wobei die Anzahl der einzelnen Komponenten hier natürlich stark reduziert wurde.</w:t>
      </w:r>
    </w:p>
    <w:p w14:paraId="7B5551B4" w14:textId="643B4AB5" w:rsidR="003E43C5" w:rsidRPr="00E43C29" w:rsidRDefault="003E43C5" w:rsidP="003E43C5">
      <w:r>
        <w:rPr>
          <w:noProof/>
        </w:rPr>
        <mc:AlternateContent>
          <mc:Choice Requires="wpg">
            <w:drawing>
              <wp:anchor distT="0" distB="0" distL="114300" distR="114300" simplePos="0" relativeHeight="251659264" behindDoc="0" locked="0" layoutInCell="1" allowOverlap="1" wp14:anchorId="0BD50C22" wp14:editId="073F3146">
                <wp:simplePos x="0" y="0"/>
                <wp:positionH relativeFrom="column">
                  <wp:posOffset>71755</wp:posOffset>
                </wp:positionH>
                <wp:positionV relativeFrom="paragraph">
                  <wp:posOffset>705485</wp:posOffset>
                </wp:positionV>
                <wp:extent cx="3105150" cy="1983740"/>
                <wp:effectExtent l="0" t="0" r="0" b="0"/>
                <wp:wrapTopAndBottom/>
                <wp:docPr id="1471779100" name="Gruppieren 5"/>
                <wp:cNvGraphicFramePr/>
                <a:graphic xmlns:a="http://schemas.openxmlformats.org/drawingml/2006/main">
                  <a:graphicData uri="http://schemas.microsoft.com/office/word/2010/wordprocessingGroup">
                    <wpg:wgp>
                      <wpg:cNvGrpSpPr/>
                      <wpg:grpSpPr>
                        <a:xfrm>
                          <a:off x="0" y="0"/>
                          <a:ext cx="3105150" cy="1983740"/>
                          <a:chOff x="0" y="0"/>
                          <a:chExt cx="3404235" cy="2175013"/>
                        </a:xfrm>
                      </wpg:grpSpPr>
                      <wpg:grpSp>
                        <wpg:cNvPr id="317437789" name="Gruppieren 2"/>
                        <wpg:cNvGrpSpPr/>
                        <wpg:grpSpPr>
                          <a:xfrm>
                            <a:off x="0" y="0"/>
                            <a:ext cx="3404235" cy="2175013"/>
                            <a:chOff x="0" y="0"/>
                            <a:chExt cx="3404235" cy="2175013"/>
                          </a:xfrm>
                        </wpg:grpSpPr>
                        <pic:pic xmlns:pic="http://schemas.openxmlformats.org/drawingml/2006/picture">
                          <pic:nvPicPr>
                            <pic:cNvPr id="229712579" name="Grafik 1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404235" cy="1909445"/>
                            </a:xfrm>
                            <a:prstGeom prst="rect">
                              <a:avLst/>
                            </a:prstGeom>
                          </pic:spPr>
                        </pic:pic>
                        <wps:wsp>
                          <wps:cNvPr id="953417994" name="Textfeld 1"/>
                          <wps:cNvSpPr txBox="1"/>
                          <wps:spPr>
                            <a:xfrm>
                              <a:off x="0" y="1908313"/>
                              <a:ext cx="2465070" cy="266700"/>
                            </a:xfrm>
                            <a:prstGeom prst="rect">
                              <a:avLst/>
                            </a:prstGeom>
                            <a:solidFill>
                              <a:prstClr val="white"/>
                            </a:solidFill>
                            <a:ln>
                              <a:noFill/>
                            </a:ln>
                          </wps:spPr>
                          <wps:txbx>
                            <w:txbxContent>
                              <w:p w14:paraId="566D16CB" w14:textId="77777777" w:rsidR="003E43C5" w:rsidRPr="00BA3EED" w:rsidRDefault="003E43C5" w:rsidP="00FB7D36">
                                <w:pPr>
                                  <w:pStyle w:val="UnterschriftINFSII"/>
                                  <w:rPr>
                                    <w:noProof/>
                                  </w:rPr>
                                </w:pPr>
                                <w:r>
                                  <w:t xml:space="preserve">Abbildung </w:t>
                                </w:r>
                                <w:r>
                                  <w:fldChar w:fldCharType="begin"/>
                                </w:r>
                                <w:r>
                                  <w:instrText xml:space="preserve"> SEQ Abbildung \* ARABIC </w:instrText>
                                </w:r>
                                <w:r>
                                  <w:fldChar w:fldCharType="separate"/>
                                </w:r>
                                <w:r>
                                  <w:rPr>
                                    <w:noProof/>
                                  </w:rPr>
                                  <w:t>1</w:t>
                                </w:r>
                                <w:r>
                                  <w:rPr>
                                    <w:noProof/>
                                  </w:rPr>
                                  <w:fldChar w:fldCharType="end"/>
                                </w:r>
                                <w:r>
                                  <w:t>: Modell eines Heimnetzes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pic:pic xmlns:pic="http://schemas.openxmlformats.org/drawingml/2006/picture">
                        <pic:nvPicPr>
                          <pic:cNvPr id="1575250734" name="Grafik 4"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2993442">
                            <a:off x="1036817" y="313248"/>
                            <a:ext cx="294005" cy="294005"/>
                          </a:xfrm>
                          <a:prstGeom prst="rect">
                            <a:avLst/>
                          </a:prstGeom>
                        </pic:spPr>
                      </pic:pic>
                      <pic:pic xmlns:pic="http://schemas.openxmlformats.org/drawingml/2006/picture">
                        <pic:nvPicPr>
                          <pic:cNvPr id="266883039" name="Grafik 266883039"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6520498">
                            <a:off x="1693629" y="453224"/>
                            <a:ext cx="294005" cy="29400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BD50C22" id="Gruppieren 5" o:spid="_x0000_s1026" style="position:absolute;margin-left:5.65pt;margin-top:55.55pt;width:244.5pt;height:156.2pt;z-index:251659264;mso-width-relative:margin;mso-height-relative:margin" coordsize="34042,21750"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">
                <v:group id="Gruppieren 2" o:spid="_x0000_s1027" style="position:absolute;width:34042;height:21750" coordsize="34042,2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&#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8" type="#_x0000_t75" style="position:absolute;width:34042;height:190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">
                    <v:imagedata r:id="rId11" o:title=""/>
                  </v:shape>
                  <v:shapetype id="_x0000_t202" coordsize="21600,21600" o:spt="202" path="m,l,21600r21600,l21600,xe">
                    <v:stroke joinstyle="miter"/>
                    <v:path gradientshapeok="t" o:connecttype="rect"/>
                  </v:shapetype>
                  <v:shape id="_x0000_s1029" type="#_x0000_t202" style="position:absolute;top:19083;width:2465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" stroked="f">
                    <v:textbox inset="0,0,0,0">
                      <w:txbxContent>
                        <w:p w14:paraId="566D16CB" w14:textId="77777777" w:rsidR="003E43C5" w:rsidRPr="00BA3EED" w:rsidRDefault="003E43C5" w:rsidP="00FB7D36">
                          <w:pPr>
                            <w:pStyle w:val="UnterschriftINFSII"/>
                            <w:rPr>
                              <w:noProof/>
                            </w:rPr>
                          </w:pPr>
                          <w:r>
                            <w:t xml:space="preserve">Abbildung </w:t>
                          </w:r>
                          <w:r>
                            <w:fldChar w:fldCharType="begin"/>
                          </w:r>
                          <w:r>
                            <w:instrText xml:space="preserve"> SEQ Abbildung \* ARABIC </w:instrText>
                          </w:r>
                          <w:r>
                            <w:fldChar w:fldCharType="separate"/>
                          </w:r>
                          <w:r>
                            <w:rPr>
                              <w:noProof/>
                            </w:rPr>
                            <w:t>1</w:t>
                          </w:r>
                          <w:r>
                            <w:rPr>
                              <w:noProof/>
                            </w:rPr>
                            <w:fldChar w:fldCharType="end"/>
                          </w:r>
                          <w:r>
                            <w:t>: Modell eines Heimnetzes</w:t>
                          </w:r>
                        </w:p>
                      </w:txbxContent>
                    </v:textbox>
                  </v:shape>
                </v:group>
                <v:shape id="Grafik 4" o:spid="_x0000_s1030" type="#_x0000_t75" alt="Drahtlos Silhouette" style="position:absolute;left:10368;top:3132;width:2940;height:2940;rotation:-940065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">
                  <v:imagedata r:id="rId12" o:title="Drahtlos Silhouette"/>
                </v:shape>
                <v:shape id="Grafik 266883039" o:spid="_x0000_s1031" type="#_x0000_t75" alt="Drahtlos Silhouette" style="position:absolute;left:16936;top:4532;width:2940;height:2940;rotation:-5548171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">
                  <v:imagedata r:id="rId12" o:title="Drahtlos Silhouette"/>
                </v:shape>
                <w10:wrap type="topAndBottom"/>
              </v:group>
            </w:pict>
          </mc:Fallback>
        </mc:AlternateContent>
      </w:r>
      <w:r w:rsidRPr="00E43C29">
        <w:rPr>
          <w:b/>
          <w:bCs/>
        </w:rPr>
        <w:t>Aufgabe 1:</w:t>
      </w:r>
      <w:r w:rsidRPr="00E43C29">
        <w:t xml:space="preserve"> Beschreibe</w:t>
      </w:r>
      <w:r w:rsidR="00FB7D36">
        <w:t>n Sie</w:t>
      </w:r>
      <w:r w:rsidRPr="00E43C29">
        <w:t xml:space="preserve"> den Aufbau des Heimnetzes in Abbildung 1 und des Internets in Abbildung 2 jeweils. Untersuche</w:t>
      </w:r>
      <w:r w:rsidR="00FB7D36">
        <w:t>n Sie</w:t>
      </w:r>
      <w:r w:rsidRPr="00E43C29">
        <w:t xml:space="preserve"> auch, welche Gemeinsamkeiten und welche Unterschiede es gibt und wie die beiden Abbildungen zusammenhängen.</w:t>
      </w:r>
    </w:p>
    <w:p w14:paraId="132C692E" w14:textId="77777777" w:rsidR="003E43C5" w:rsidRDefault="003E43C5" w:rsidP="003E43C5">
      <w:pPr>
        <w:spacing w:after="160" w:line="259" w:lineRule="auto"/>
        <w:rPr>
          <w:b/>
          <w:bCs/>
        </w:rPr>
      </w:pPr>
    </w:p>
    <w:p w14:paraId="29CBD278" w14:textId="77777777" w:rsidR="003E43C5" w:rsidRDefault="003E43C5" w:rsidP="003E43C5">
      <w:pPr>
        <w:spacing w:after="160" w:line="259" w:lineRule="auto"/>
        <w:rPr>
          <w:b/>
          <w:bCs/>
        </w:rPr>
      </w:pPr>
      <w:r>
        <w:rPr>
          <w:b/>
          <w:bCs/>
          <w:noProof/>
        </w:rPr>
        <mc:AlternateContent>
          <mc:Choice Requires="wpg">
            <w:drawing>
              <wp:anchor distT="0" distB="0" distL="114300" distR="114300" simplePos="0" relativeHeight="251660288" behindDoc="0" locked="0" layoutInCell="1" allowOverlap="1" wp14:anchorId="1E51F165" wp14:editId="48A6748D">
                <wp:simplePos x="0" y="0"/>
                <wp:positionH relativeFrom="margin">
                  <wp:align>left</wp:align>
                </wp:positionH>
                <wp:positionV relativeFrom="paragraph">
                  <wp:posOffset>6985</wp:posOffset>
                </wp:positionV>
                <wp:extent cx="5813425" cy="3515995"/>
                <wp:effectExtent l="0" t="0" r="0" b="8255"/>
                <wp:wrapNone/>
                <wp:docPr id="48060532" name="Gruppieren 6"/>
                <wp:cNvGraphicFramePr/>
                <a:graphic xmlns:a="http://schemas.openxmlformats.org/drawingml/2006/main">
                  <a:graphicData uri="http://schemas.microsoft.com/office/word/2010/wordprocessingGroup">
                    <wpg:wgp>
                      <wpg:cNvGrpSpPr/>
                      <wpg:grpSpPr>
                        <a:xfrm>
                          <a:off x="0" y="0"/>
                          <a:ext cx="5813425" cy="3515995"/>
                          <a:chOff x="10285" y="0"/>
                          <a:chExt cx="5795188" cy="3515995"/>
                        </a:xfrm>
                      </wpg:grpSpPr>
                      <wpg:grpSp>
                        <wpg:cNvPr id="591912374" name="Gruppieren 14"/>
                        <wpg:cNvGrpSpPr/>
                        <wpg:grpSpPr>
                          <a:xfrm>
                            <a:off x="10285" y="0"/>
                            <a:ext cx="5795188" cy="3515995"/>
                            <a:chOff x="-42804" y="-79513"/>
                            <a:chExt cx="5795573" cy="3516354"/>
                          </a:xfrm>
                        </wpg:grpSpPr>
                        <pic:pic xmlns:pic="http://schemas.openxmlformats.org/drawingml/2006/picture">
                          <pic:nvPicPr>
                            <pic:cNvPr id="1845259926" name="Grafik 13"/>
                            <pic:cNvPicPr>
                              <a:picLocks noChangeAspect="1"/>
                            </pic:cNvPicPr>
                          </pic:nvPicPr>
                          <pic:blipFill>
                            <a:blip r:embed="rId13">
                              <a:extLst>
                                <a:ext uri="{28A0092B-C50C-407E-A947-70E740481C1C}">
                                  <a14:useLocalDpi xmlns:a14="http://schemas.microsoft.com/office/drawing/2010/main" val="0"/>
                                </a:ext>
                              </a:extLst>
                            </a:blip>
                            <a:srcRect/>
                            <a:stretch/>
                          </pic:blipFill>
                          <pic:spPr>
                            <a:xfrm>
                              <a:off x="-42804" y="-79513"/>
                              <a:ext cx="5793239" cy="3206749"/>
                            </a:xfrm>
                            <a:prstGeom prst="rect">
                              <a:avLst/>
                            </a:prstGeom>
                          </pic:spPr>
                        </pic:pic>
                        <wps:wsp>
                          <wps:cNvPr id="1040323525" name="Textfeld 1"/>
                          <wps:cNvSpPr txBox="1"/>
                          <wps:spPr>
                            <a:xfrm>
                              <a:off x="-7951" y="3170141"/>
                              <a:ext cx="5760720" cy="266700"/>
                            </a:xfrm>
                            <a:prstGeom prst="rect">
                              <a:avLst/>
                            </a:prstGeom>
                            <a:solidFill>
                              <a:prstClr val="white"/>
                            </a:solidFill>
                            <a:ln>
                              <a:noFill/>
                            </a:ln>
                          </wps:spPr>
                          <wps:txbx>
                            <w:txbxContent>
                              <w:p w14:paraId="3210429D" w14:textId="77777777" w:rsidR="003E43C5" w:rsidRPr="00942458" w:rsidRDefault="003E43C5" w:rsidP="00FB7D36">
                                <w:pPr>
                                  <w:pStyle w:val="UnterschriftINFSII"/>
                                  <w:rPr>
                                    <w:noProof/>
                                  </w:rPr>
                                </w:pPr>
                                <w:r>
                                  <w:t xml:space="preserve">Abbildung </w:t>
                                </w:r>
                                <w:r>
                                  <w:fldChar w:fldCharType="begin"/>
                                </w:r>
                                <w:r>
                                  <w:instrText xml:space="preserve"> SEQ Abbildung \* ARABIC </w:instrText>
                                </w:r>
                                <w:r>
                                  <w:fldChar w:fldCharType="separate"/>
                                </w:r>
                                <w:r>
                                  <w:rPr>
                                    <w:noProof/>
                                  </w:rPr>
                                  <w:t>2</w:t>
                                </w:r>
                                <w:r>
                                  <w:rPr>
                                    <w:noProof/>
                                  </w:rPr>
                                  <w:fldChar w:fldCharType="end"/>
                                </w:r>
                                <w:r>
                                  <w:t>: Modell des Internets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pic:pic xmlns:pic="http://schemas.openxmlformats.org/drawingml/2006/picture">
                        <pic:nvPicPr>
                          <pic:cNvPr id="1648464222" name="Grafik 1648464222"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9062022">
                            <a:off x="5224007" y="1450285"/>
                            <a:ext cx="294005" cy="293370"/>
                          </a:xfrm>
                          <a:prstGeom prst="rect">
                            <a:avLst/>
                          </a:prstGeom>
                        </pic:spPr>
                      </pic:pic>
                      <pic:pic xmlns:pic="http://schemas.openxmlformats.org/drawingml/2006/picture">
                        <pic:nvPicPr>
                          <pic:cNvPr id="1821306923" name="Grafik 1821306923"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8236642">
                            <a:off x="4301931" y="2212700"/>
                            <a:ext cx="294005" cy="293370"/>
                          </a:xfrm>
                          <a:prstGeom prst="rect">
                            <a:avLst/>
                          </a:prstGeom>
                        </pic:spPr>
                      </pic:pic>
                      <pic:pic xmlns:pic="http://schemas.openxmlformats.org/drawingml/2006/picture">
                        <pic:nvPicPr>
                          <pic:cNvPr id="1811190634" name="Grafik 1811190634"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4137446">
                            <a:off x="3843476" y="2457105"/>
                            <a:ext cx="294005" cy="293370"/>
                          </a:xfrm>
                          <a:prstGeom prst="rect">
                            <a:avLst/>
                          </a:prstGeom>
                        </pic:spPr>
                      </pic:pic>
                      <pic:pic xmlns:pic="http://schemas.openxmlformats.org/drawingml/2006/picture">
                        <pic:nvPicPr>
                          <pic:cNvPr id="1406399265" name="Grafik 1406399265"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732486">
                            <a:off x="4121923" y="2337684"/>
                            <a:ext cx="294005" cy="293370"/>
                          </a:xfrm>
                          <a:prstGeom prst="rect">
                            <a:avLst/>
                          </a:prstGeom>
                        </pic:spPr>
                      </pic:pic>
                    </wpg:wgp>
                  </a:graphicData>
                </a:graphic>
              </wp:anchor>
            </w:drawing>
          </mc:Choice>
          <mc:Fallback>
            <w:pict>
              <v:group w14:anchorId="1E51F165" id="Gruppieren 6" o:spid="_x0000_s1032" style="position:absolute;margin-left:0;margin-top:.55pt;width:457.75pt;height:276.85pt;z-index:251660288;mso-position-horizontal:left;mso-position-horizontal-relative:margin" coordorigin="102" coordsize="57951,35159"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">
                <v:group id="Gruppieren 14" o:spid="_x0000_s1033" style="position:absolute;left:102;width:57952;height:35159" coordorigin="-428,-795" coordsize="57955,35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">
                  <v:shape id="Grafik 13" o:spid="_x0000_s1034" type="#_x0000_t75" style="position:absolute;left:-428;top:-795;width:57932;height:320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">
                    <v:imagedata r:id="rId14" o:title=""/>
                  </v:shape>
                  <v:shape id="_x0000_s1035" type="#_x0000_t202" style="position:absolute;left:-79;top:31701;width:5760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" stroked="f">
                    <v:textbox style="mso-fit-shape-to-text:t" inset="0,0,0,0">
                      <w:txbxContent>
                        <w:p w14:paraId="3210429D" w14:textId="77777777" w:rsidR="003E43C5" w:rsidRPr="00942458" w:rsidRDefault="003E43C5" w:rsidP="00FB7D36">
                          <w:pPr>
                            <w:pStyle w:val="UnterschriftINFSII"/>
                            <w:rPr>
                              <w:noProof/>
                            </w:rPr>
                          </w:pPr>
                          <w:r>
                            <w:t xml:space="preserve">Abbildung </w:t>
                          </w:r>
                          <w:r>
                            <w:fldChar w:fldCharType="begin"/>
                          </w:r>
                          <w:r>
                            <w:instrText xml:space="preserve"> SEQ Abbildung \* ARABIC </w:instrText>
                          </w:r>
                          <w:r>
                            <w:fldChar w:fldCharType="separate"/>
                          </w:r>
                          <w:r>
                            <w:rPr>
                              <w:noProof/>
                            </w:rPr>
                            <w:t>2</w:t>
                          </w:r>
                          <w:r>
                            <w:rPr>
                              <w:noProof/>
                            </w:rPr>
                            <w:fldChar w:fldCharType="end"/>
                          </w:r>
                          <w:r>
                            <w:t>: Modell des Internets</w:t>
                          </w:r>
                        </w:p>
                      </w:txbxContent>
                    </v:textbox>
                  </v:shape>
                </v:group>
                <v:shape id="Grafik 1648464222" o:spid="_x0000_s1036" type="#_x0000_t75" alt="Drahtlos Silhouette" style="position:absolute;left:52240;top:14502;width:2940;height:2934;rotation:-277214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">
                  <v:imagedata r:id="rId12" o:title="Drahtlos Silhouette"/>
                </v:shape>
                <v:shape id="Grafik 1821306923" o:spid="_x0000_s1037" type="#_x0000_t75" alt="Drahtlos Silhouette" style="position:absolute;left:43019;top:22126;width:2940;height:2934;rotation:-367368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">
                  <v:imagedata r:id="rId12" o:title="Drahtlos Silhouette"/>
                </v:shape>
                <v:shape id="Grafik 1811190634" o:spid="_x0000_s1038" type="#_x0000_t75" alt="Drahtlos Silhouette" style="position:absolute;left:38434;top:24570;width:2940;height:2934;rotation:451919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">
                  <v:imagedata r:id="rId12" o:title="Drahtlos Silhouette"/>
                </v:shape>
                <v:shape id="Grafik 1406399265" o:spid="_x0000_s1039" type="#_x0000_t75" alt="Drahtlos Silhouette" style="position:absolute;left:41219;top:23376;width:2940;height:2934;rotation:80007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">
                  <v:imagedata r:id="rId12" o:title="Drahtlos Silhouette"/>
                </v:shape>
                <w10:wrap anchorx="margin"/>
              </v:group>
            </w:pict>
          </mc:Fallback>
        </mc:AlternateContent>
      </w:r>
      <w:r>
        <w:rPr>
          <w:b/>
          <w:bCs/>
        </w:rPr>
        <w:br w:type="page"/>
      </w:r>
    </w:p>
    <w:p w14:paraId="0B560762" w14:textId="77777777" w:rsidR="003E43C5" w:rsidRDefault="003E43C5" w:rsidP="003E43C5">
      <w:pPr>
        <w:spacing w:after="120"/>
        <w:rPr>
          <w:b/>
          <w:bCs/>
        </w:rPr>
      </w:pPr>
      <w:r>
        <w:lastRenderedPageBreak/>
        <w:t xml:space="preserve">In einem lokalen Netzwerk wie z. B. einem Heimnetz sind die Rechner meist alle über eine zentrale Komponente miteinander verbunden (s. Abbildung 1). Ein </w:t>
      </w:r>
      <w:r w:rsidRPr="00FB7D36">
        <w:rPr>
          <w:b/>
          <w:bCs/>
          <w:color w:val="4E6B9E"/>
        </w:rPr>
        <w:t>Heimrouter</w:t>
      </w:r>
      <w:r w:rsidRPr="00FB7D36">
        <w:rPr>
          <w:color w:val="4E6B9E"/>
        </w:rPr>
        <w:t xml:space="preserve"> </w:t>
      </w:r>
      <w:r>
        <w:t xml:space="preserve">verbindet die einzelnen Rechner zu einem Netzwerk und stellt auch die Verbindung zum Internet her. Die verschiedenen Rechnernetzte im Internet sind hingegen über eine Vielzahl von </w:t>
      </w:r>
      <w:r w:rsidRPr="00FB7D36">
        <w:rPr>
          <w:b/>
          <w:bCs/>
          <w:color w:val="4E6B9E"/>
        </w:rPr>
        <w:t>Routern</w:t>
      </w:r>
      <w:r w:rsidRPr="00FB7D36">
        <w:rPr>
          <w:color w:val="4E6B9E"/>
        </w:rPr>
        <w:t xml:space="preserve"> </w:t>
      </w:r>
      <w:r>
        <w:t>miteinander verknüpft, die eine Nachricht von Station zu Station weiterleiten, bis sie am Ziel ankommt (s. Abbildung 2). Die Router im Internet sind daher etwas anders aufgebaut als ein Heimrouter.</w:t>
      </w:r>
    </w:p>
    <w:p w14:paraId="7E660082" w14:textId="77777777" w:rsidR="003E43C5" w:rsidRDefault="003E43C5" w:rsidP="003E43C5">
      <w:pPr>
        <w:spacing w:after="0"/>
        <w:rPr>
          <w:b/>
          <w:bCs/>
        </w:rPr>
      </w:pPr>
      <w:r w:rsidRPr="00DC6C40">
        <w:rPr>
          <w:b/>
          <w:bCs/>
        </w:rPr>
        <w:t xml:space="preserve">Aufgabe </w:t>
      </w:r>
      <w:r>
        <w:rPr>
          <w:b/>
          <w:bCs/>
        </w:rPr>
        <w:t>2</w:t>
      </w:r>
      <w:r w:rsidRPr="00DC6C40">
        <w:rPr>
          <w:b/>
          <w:bCs/>
        </w:rPr>
        <w:t>:</w:t>
      </w:r>
    </w:p>
    <w:p w14:paraId="2A2E6720" w14:textId="2A4608AC" w:rsidR="003E43C5" w:rsidRPr="003C42BE" w:rsidRDefault="003E43C5" w:rsidP="003E43C5">
      <w:pPr>
        <w:pStyle w:val="Listenabsatz"/>
        <w:numPr>
          <w:ilvl w:val="0"/>
          <w:numId w:val="33"/>
        </w:numPr>
        <w:spacing w:after="0"/>
        <w:rPr>
          <w:b/>
          <w:bCs/>
        </w:rPr>
      </w:pPr>
      <w:r>
        <w:t>Begründe</w:t>
      </w:r>
      <w:r w:rsidR="00FB7D36">
        <w:t>n Sie</w:t>
      </w:r>
      <w:r>
        <w:t xml:space="preserve">, </w:t>
      </w:r>
      <w:r w:rsidR="00FB7D36">
        <w:t>dass</w:t>
      </w:r>
      <w:r>
        <w:t xml:space="preserve"> eine Struktur wie in Abbildung 1, bei der alle Rechner über eine zentrale Komponente miteinander verbunden sind, für die Kommunikation im Internet ungeeignet ist.</w:t>
      </w:r>
    </w:p>
    <w:p w14:paraId="5136FFAE" w14:textId="61B9C470" w:rsidR="003E43C5" w:rsidRPr="003C42BE" w:rsidRDefault="003E43C5" w:rsidP="003E43C5">
      <w:pPr>
        <w:pStyle w:val="Listenabsatz"/>
        <w:numPr>
          <w:ilvl w:val="0"/>
          <w:numId w:val="33"/>
        </w:numPr>
        <w:spacing w:after="120"/>
        <w:rPr>
          <w:b/>
          <w:bCs/>
        </w:rPr>
      </w:pPr>
      <w:r>
        <w:t xml:space="preserve">Die Struktur des Internets bezeichnet man als dezentral. </w:t>
      </w:r>
      <w:r w:rsidR="00FB7D36">
        <w:t>Erläutern Sie</w:t>
      </w:r>
      <w:r>
        <w:t>.</w:t>
      </w:r>
    </w:p>
    <w:p w14:paraId="45FB93DF" w14:textId="77777777" w:rsidR="003E43C5" w:rsidRDefault="003E43C5" w:rsidP="003E43C5">
      <w:pPr>
        <w:spacing w:after="0"/>
        <w:rPr>
          <w:b/>
          <w:bCs/>
        </w:rPr>
      </w:pPr>
      <w:r w:rsidRPr="00CC5F4D">
        <w:rPr>
          <w:b/>
          <w:bCs/>
        </w:rPr>
        <w:t xml:space="preserve">Aufgabe </w:t>
      </w:r>
      <w:r>
        <w:rPr>
          <w:b/>
          <w:bCs/>
        </w:rPr>
        <w:t>3</w:t>
      </w:r>
      <w:r w:rsidRPr="00CC5F4D">
        <w:rPr>
          <w:b/>
          <w:bCs/>
        </w:rPr>
        <w:t>:</w:t>
      </w:r>
    </w:p>
    <w:p w14:paraId="5F64ADCC" w14:textId="33805F43" w:rsidR="003E43C5" w:rsidRDefault="003E43C5" w:rsidP="003E43C5">
      <w:pPr>
        <w:pStyle w:val="Listenabsatz"/>
        <w:numPr>
          <w:ilvl w:val="0"/>
          <w:numId w:val="32"/>
        </w:numPr>
      </w:pPr>
      <w:r>
        <w:t>Client A möchte eine Webseite von Server 4 abrufen. Zeichne</w:t>
      </w:r>
      <w:r w:rsidR="00FB7D36">
        <w:t>n Sie</w:t>
      </w:r>
      <w:r>
        <w:t xml:space="preserve"> in Abbildung 2 zwei verschiedene Wege ein, wie eine Nachricht von Client A zu Server 4 gelangen kann.</w:t>
      </w:r>
    </w:p>
    <w:p w14:paraId="346C5881" w14:textId="177AE1C6" w:rsidR="003E43C5" w:rsidRDefault="003E43C5" w:rsidP="003E43C5">
      <w:pPr>
        <w:pStyle w:val="Listenabsatz"/>
        <w:numPr>
          <w:ilvl w:val="0"/>
          <w:numId w:val="32"/>
        </w:numPr>
        <w:spacing w:after="120"/>
      </w:pPr>
      <w:r>
        <w:t xml:space="preserve">Im Internet kommt es immer wieder zum Ausfall einzelner Komponenten. Zum Beispiel könnte bei Bauarbeiten versehentlich ein Verbindungskabel durchtrennt werden oder ein Router überlastet sein. </w:t>
      </w:r>
      <w:r>
        <w:br/>
        <w:t>Erläuter</w:t>
      </w:r>
      <w:r w:rsidR="00FB7D36">
        <w:t>n Sie</w:t>
      </w:r>
      <w:r>
        <w:t xml:space="preserve">, welche Vorteile die dezentrale Struktur des Internets in diesem Zusammenhang hat. Fallen </w:t>
      </w:r>
      <w:r w:rsidR="00FB7D36">
        <w:t>Ihnen</w:t>
      </w:r>
      <w:r>
        <w:t xml:space="preserve"> weitere Vorteile ein?</w:t>
      </w:r>
      <w:r w:rsidR="00FB7D36">
        <w:t xml:space="preserve"> Gibt es auch Nachteile?</w:t>
      </w:r>
    </w:p>
    <w:p w14:paraId="3B8C2E32" w14:textId="340EC76E" w:rsidR="003E43C5" w:rsidRDefault="003E43C5" w:rsidP="003E43C5">
      <w:r>
        <w:rPr>
          <w:noProof/>
        </w:rPr>
        <mc:AlternateContent>
          <mc:Choice Requires="wps">
            <w:drawing>
              <wp:anchor distT="0" distB="0" distL="114300" distR="114300" simplePos="0" relativeHeight="251662336" behindDoc="0" locked="0" layoutInCell="1" allowOverlap="1" wp14:anchorId="34D21C4A" wp14:editId="7B941F44">
                <wp:simplePos x="0" y="0"/>
                <wp:positionH relativeFrom="column">
                  <wp:posOffset>-4445</wp:posOffset>
                </wp:positionH>
                <wp:positionV relativeFrom="paragraph">
                  <wp:posOffset>4431030</wp:posOffset>
                </wp:positionV>
                <wp:extent cx="5760720" cy="635"/>
                <wp:effectExtent l="0" t="0" r="0" b="0"/>
                <wp:wrapTopAndBottom/>
                <wp:docPr id="1307260620" name="Textfeld 1"/>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67D5FB11" w14:textId="77777777" w:rsidR="003E43C5" w:rsidRPr="006E2AA5" w:rsidRDefault="003E43C5" w:rsidP="00FB7D36">
                            <w:pPr>
                              <w:pStyle w:val="UnterschriftINFSII"/>
                              <w:rPr>
                                <w:b/>
                                <w:bCs/>
                                <w:noProof/>
                              </w:rPr>
                            </w:pPr>
                            <w:r>
                              <w:t xml:space="preserve">Abbildung </w:t>
                            </w:r>
                            <w:r>
                              <w:fldChar w:fldCharType="begin"/>
                            </w:r>
                            <w:r>
                              <w:instrText xml:space="preserve"> SEQ Abbildung \* ARABIC </w:instrText>
                            </w:r>
                            <w:r>
                              <w:fldChar w:fldCharType="separate"/>
                            </w:r>
                            <w:r>
                              <w:rPr>
                                <w:noProof/>
                              </w:rPr>
                              <w:t>3</w:t>
                            </w:r>
                            <w:r>
                              <w:rPr>
                                <w:noProof/>
                              </w:rPr>
                              <w:fldChar w:fldCharType="end"/>
                            </w:r>
                            <w:r>
                              <w:t>: Modell des Internets für Aufgabe 4</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4D21C4A" id="Textfeld 1" o:spid="_x0000_s1040" type="#_x0000_t202" style="position:absolute;margin-left:-.35pt;margin-top:348.9pt;width:453.6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" stroked="f">
                <v:textbox style="mso-fit-shape-to-text:t" inset="0,0,0,0">
                  <w:txbxContent>
                    <w:p w14:paraId="67D5FB11" w14:textId="77777777" w:rsidR="003E43C5" w:rsidRPr="006E2AA5" w:rsidRDefault="003E43C5" w:rsidP="00FB7D36">
                      <w:pPr>
                        <w:pStyle w:val="UnterschriftINFSII"/>
                        <w:rPr>
                          <w:b/>
                          <w:bCs/>
                          <w:noProof/>
                        </w:rPr>
                      </w:pPr>
                      <w:r>
                        <w:t xml:space="preserve">Abbildung </w:t>
                      </w:r>
                      <w:r>
                        <w:fldChar w:fldCharType="begin"/>
                      </w:r>
                      <w:r>
                        <w:instrText xml:space="preserve"> SEQ Abbildung \* ARABIC </w:instrText>
                      </w:r>
                      <w:r>
                        <w:fldChar w:fldCharType="separate"/>
                      </w:r>
                      <w:r>
                        <w:rPr>
                          <w:noProof/>
                        </w:rPr>
                        <w:t>3</w:t>
                      </w:r>
                      <w:r>
                        <w:rPr>
                          <w:noProof/>
                        </w:rPr>
                        <w:fldChar w:fldCharType="end"/>
                      </w:r>
                      <w:r>
                        <w:t>: Modell des Internets für Aufgabe 4</w:t>
                      </w:r>
                    </w:p>
                  </w:txbxContent>
                </v:textbox>
                <w10:wrap type="topAndBottom"/>
              </v:shape>
            </w:pict>
          </mc:Fallback>
        </mc:AlternateContent>
      </w:r>
      <w:r>
        <w:rPr>
          <w:b/>
          <w:bCs/>
          <w:noProof/>
        </w:rPr>
        <mc:AlternateContent>
          <mc:Choice Requires="wpg">
            <w:drawing>
              <wp:anchor distT="0" distB="0" distL="114300" distR="114300" simplePos="0" relativeHeight="251661312" behindDoc="0" locked="0" layoutInCell="1" allowOverlap="1" wp14:anchorId="7C80727A" wp14:editId="66B4BF69">
                <wp:simplePos x="0" y="0"/>
                <wp:positionH relativeFrom="column">
                  <wp:posOffset>-4445</wp:posOffset>
                </wp:positionH>
                <wp:positionV relativeFrom="paragraph">
                  <wp:posOffset>819785</wp:posOffset>
                </wp:positionV>
                <wp:extent cx="5760720" cy="3623310"/>
                <wp:effectExtent l="0" t="0" r="0" b="0"/>
                <wp:wrapTopAndBottom/>
                <wp:docPr id="1394747810" name="Gruppieren 2"/>
                <wp:cNvGraphicFramePr/>
                <a:graphic xmlns:a="http://schemas.openxmlformats.org/drawingml/2006/main">
                  <a:graphicData uri="http://schemas.microsoft.com/office/word/2010/wordprocessingGroup">
                    <wpg:wgp>
                      <wpg:cNvGrpSpPr/>
                      <wpg:grpSpPr>
                        <a:xfrm>
                          <a:off x="0" y="0"/>
                          <a:ext cx="5760720" cy="3623310"/>
                          <a:chOff x="0" y="0"/>
                          <a:chExt cx="5760720" cy="3623310"/>
                        </a:xfrm>
                      </wpg:grpSpPr>
                      <pic:pic xmlns:pic="http://schemas.openxmlformats.org/drawingml/2006/picture">
                        <pic:nvPicPr>
                          <pic:cNvPr id="739541912" name="Grafik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760720" cy="3623310"/>
                          </a:xfrm>
                          <a:prstGeom prst="rect">
                            <a:avLst/>
                          </a:prstGeom>
                        </pic:spPr>
                      </pic:pic>
                      <pic:pic xmlns:pic="http://schemas.openxmlformats.org/drawingml/2006/picture">
                        <pic:nvPicPr>
                          <pic:cNvPr id="413770214" name="Grafik 413770214"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20424408">
                            <a:off x="5153025" y="1885950"/>
                            <a:ext cx="294640" cy="293370"/>
                          </a:xfrm>
                          <a:prstGeom prst="rect">
                            <a:avLst/>
                          </a:prstGeom>
                        </pic:spPr>
                      </pic:pic>
                      <pic:pic xmlns:pic="http://schemas.openxmlformats.org/drawingml/2006/picture">
                        <pic:nvPicPr>
                          <pic:cNvPr id="1157628451" name="Grafik 1157628451"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8236642">
                            <a:off x="4419600" y="2324100"/>
                            <a:ext cx="294005" cy="294005"/>
                          </a:xfrm>
                          <a:prstGeom prst="rect">
                            <a:avLst/>
                          </a:prstGeom>
                        </pic:spPr>
                      </pic:pic>
                      <pic:pic xmlns:pic="http://schemas.openxmlformats.org/drawingml/2006/picture">
                        <pic:nvPicPr>
                          <pic:cNvPr id="1401394143" name="Grafik 1401394143"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4137446">
                            <a:off x="3952875" y="2562225"/>
                            <a:ext cx="294005" cy="294005"/>
                          </a:xfrm>
                          <a:prstGeom prst="rect">
                            <a:avLst/>
                          </a:prstGeom>
                        </pic:spPr>
                      </pic:pic>
                      <pic:pic xmlns:pic="http://schemas.openxmlformats.org/drawingml/2006/picture">
                        <pic:nvPicPr>
                          <pic:cNvPr id="1771304671" name="Grafik 1771304671"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732486">
                            <a:off x="4238625" y="2447925"/>
                            <a:ext cx="294640" cy="293370"/>
                          </a:xfrm>
                          <a:prstGeom prst="rect">
                            <a:avLst/>
                          </a:prstGeom>
                        </pic:spPr>
                      </pic:pic>
                      <pic:pic xmlns:pic="http://schemas.openxmlformats.org/drawingml/2006/picture">
                        <pic:nvPicPr>
                          <pic:cNvPr id="2024698440" name="Grafik 2024698440"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21207835">
                            <a:off x="1371600" y="2790825"/>
                            <a:ext cx="294640" cy="293370"/>
                          </a:xfrm>
                          <a:prstGeom prst="rect">
                            <a:avLst/>
                          </a:prstGeom>
                        </pic:spPr>
                      </pic:pic>
                      <pic:pic xmlns:pic="http://schemas.openxmlformats.org/drawingml/2006/picture">
                        <pic:nvPicPr>
                          <pic:cNvPr id="1709528626" name="Grafik 1709528626"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7109196">
                            <a:off x="638810" y="2447290"/>
                            <a:ext cx="294640" cy="293370"/>
                          </a:xfrm>
                          <a:prstGeom prst="rect">
                            <a:avLst/>
                          </a:prstGeom>
                        </pic:spPr>
                      </pic:pic>
                    </wpg:wgp>
                  </a:graphicData>
                </a:graphic>
              </wp:anchor>
            </w:drawing>
          </mc:Choice>
          <mc:Fallback>
            <w:pict>
              <v:group w14:anchorId="01E3D6DE" id="Gruppieren 2" o:spid="_x0000_s1026" style="position:absolute;margin-left:-.35pt;margin-top:64.55pt;width:453.6pt;height:285.3pt;z-index:251661312" coordsize="57607,36233"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">
                <v:shape id="Grafik 1" o:spid="_x0000_s1027" type="#_x0000_t75" style="position:absolute;width:57607;height:362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">
                  <v:imagedata r:id="rId16" o:title=""/>
                </v:shape>
                <v:shape id="Grafik 413770214" o:spid="_x0000_s1028" type="#_x0000_t75" alt="Drahtlos Silhouette" style="position:absolute;left:51530;top:18859;width:2946;height:2934;rotation:-128406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">
                  <v:imagedata r:id="rId12" o:title="Drahtlos Silhouette"/>
                </v:shape>
                <v:shape id="Grafik 1157628451" o:spid="_x0000_s1029" type="#_x0000_t75" alt="Drahtlos Silhouette" style="position:absolute;left:44196;top:23241;width:2940;height:2940;rotation:-367368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">
                  <v:imagedata r:id="rId12" o:title="Drahtlos Silhouette"/>
                </v:shape>
                <v:shape id="Grafik 1401394143" o:spid="_x0000_s1030" type="#_x0000_t75" alt="Drahtlos Silhouette" style="position:absolute;left:39528;top:25622;width:2940;height:2940;rotation:451919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">
                  <v:imagedata r:id="rId12" o:title="Drahtlos Silhouette"/>
                </v:shape>
                <v:shape id="Grafik 1771304671" o:spid="_x0000_s1031" type="#_x0000_t75" alt="Drahtlos Silhouette" style="position:absolute;left:42386;top:24479;width:2946;height:2933;rotation:80007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">
                  <v:imagedata r:id="rId12" o:title="Drahtlos Silhouette"/>
                </v:shape>
                <v:shape id="Grafik 2024698440" o:spid="_x0000_s1032" type="#_x0000_t75" alt="Drahtlos Silhouette" style="position:absolute;left:13716;top:27908;width:2946;height:2933;rotation:-42834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">
                  <v:imagedata r:id="rId12" o:title="Drahtlos Silhouette"/>
                </v:shape>
                <v:shape id="Grafik 1709528626" o:spid="_x0000_s1033" type="#_x0000_t75" alt="Drahtlos Silhouette" style="position:absolute;left:6388;top:24472;width:2946;height:2934;rotation:7765138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">
                  <v:imagedata r:id="rId12" o:title="Drahtlos Silhouette"/>
                </v:shape>
                <w10:wrap type="topAndBottom"/>
              </v:group>
            </w:pict>
          </mc:Fallback>
        </mc:AlternateContent>
      </w:r>
      <w:r w:rsidRPr="00050615">
        <w:rPr>
          <w:b/>
          <w:bCs/>
        </w:rPr>
        <w:t xml:space="preserve">Aufgabe </w:t>
      </w:r>
      <w:r>
        <w:rPr>
          <w:b/>
          <w:bCs/>
        </w:rPr>
        <w:t>4</w:t>
      </w:r>
      <w:r w:rsidRPr="00050615">
        <w:rPr>
          <w:b/>
          <w:bCs/>
        </w:rPr>
        <w:t>:</w:t>
      </w:r>
      <w:r>
        <w:t xml:space="preserve"> </w:t>
      </w:r>
      <w:bookmarkStart w:id="0" w:name="_Hlk144382312"/>
      <w:r>
        <w:t>Sam sucht in der Pau</w:t>
      </w:r>
      <w:r>
        <w:softHyphen/>
        <w:t xml:space="preserve">se seine Freundin Ida und schreibt ihr eine Nachricht über den Messenger-Dienst </w:t>
      </w:r>
      <w:r w:rsidRPr="00050615">
        <w:rPr>
          <w:i/>
          <w:iCs/>
        </w:rPr>
        <w:t>Tell</w:t>
      </w:r>
      <w:r>
        <w:t xml:space="preserve">. Der Server für den Messenger-Dienst </w:t>
      </w:r>
      <w:r w:rsidRPr="00050615">
        <w:rPr>
          <w:i/>
          <w:iCs/>
        </w:rPr>
        <w:t>Tell</w:t>
      </w:r>
      <w:r>
        <w:t xml:space="preserve"> ist Server 3 in Abbildung 3. Sam und Ida sind mit ihrem Handy jeweils in das WLAN ihrer Schule eingeloggt</w:t>
      </w:r>
      <w:bookmarkEnd w:id="0"/>
      <w:r>
        <w:t>.</w:t>
      </w:r>
      <w:r w:rsidRPr="00050615">
        <w:rPr>
          <w:noProof/>
        </w:rPr>
        <w:t xml:space="preserve"> </w:t>
      </w:r>
      <w:r>
        <w:br/>
        <w:t>Beschreibe</w:t>
      </w:r>
      <w:r w:rsidR="00FB7D36">
        <w:t xml:space="preserve">n </w:t>
      </w:r>
      <w:r>
        <w:t>und skizziere</w:t>
      </w:r>
      <w:r w:rsidR="00FB7D36">
        <w:t>n Sie</w:t>
      </w:r>
      <w:r>
        <w:t>, wie die Nachricht von Sams Handy auf Idas Handy gelangt.</w:t>
      </w:r>
      <w:r w:rsidRPr="00050615">
        <w:rPr>
          <w:noProof/>
        </w:rPr>
        <w:t xml:space="preserve"> </w:t>
      </w:r>
    </w:p>
    <w:p w14:paraId="0E54EA6B" w14:textId="6AB1BBCC" w:rsidR="00D47D8C" w:rsidRDefault="00D47D8C" w:rsidP="00017413">
      <w:r w:rsidRPr="005E1E04">
        <w:lastRenderedPageBreak/>
        <w:t xml:space="preserve">Dieses Werk ist lizenziert unter einer </w:t>
      </w:r>
      <w:hyperlink r:id="rId17" w:history="1">
        <w:r w:rsidRPr="00D17C18">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r>
        <w:t>Von der Lizenz ausgenommen ist das InfSII-Logo</w:t>
      </w:r>
      <w:r>
        <w:t>.</w:t>
      </w:r>
    </w:p>
    <w:p w14:paraId="6AF8B4BC" w14:textId="1A603AAE" w:rsidR="00970575" w:rsidRDefault="003E43C5">
      <w:r>
        <w:t>Die Abbildungen wurden von der Autorin mit dem yED Graph Editor</w:t>
      </w:r>
      <w:r w:rsidR="00017413">
        <w:t xml:space="preserve"> (</w:t>
      </w:r>
      <w:hyperlink r:id="rId18" w:history="1">
        <w:r w:rsidR="00017413" w:rsidRPr="00D47D8C">
          <w:rPr>
            <w:rStyle w:val="Hyperlink"/>
            <w:color w:val="4E6B9E"/>
          </w:rPr>
          <w:t>https://www.yworks.com/products/yed</w:t>
        </w:r>
      </w:hyperlink>
      <w:r w:rsidR="00017413">
        <w:t>) erstellt und um das WLAN-Symbol aus den Microsoft Word Piktogrammen ergänzt.</w:t>
      </w:r>
    </w:p>
    <w:sectPr w:rsidR="00970575" w:rsidSect="00F74A64">
      <w:headerReference w:type="default" r:id="rId19"/>
      <w:footerReference w:type="default" r:id="rId2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D71D9" w14:textId="77777777" w:rsidR="00F74A64" w:rsidRDefault="00F74A64" w:rsidP="006D1346">
      <w:pPr>
        <w:spacing w:after="0" w:line="240" w:lineRule="auto"/>
      </w:pPr>
      <w:r>
        <w:separator/>
      </w:r>
    </w:p>
  </w:endnote>
  <w:endnote w:type="continuationSeparator" w:id="0">
    <w:p w14:paraId="41A5444B" w14:textId="77777777" w:rsidR="00F74A64" w:rsidRDefault="00F74A6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9D2F4" w14:textId="452E58A4"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10E54A6" wp14:editId="52A4B59F">
          <wp:simplePos x="0" y="0"/>
          <wp:positionH relativeFrom="margin">
            <wp:align>left</wp:align>
          </wp:positionH>
          <wp:positionV relativeFrom="paragraph">
            <wp:posOffset>-116696</wp:posOffset>
          </wp:positionV>
          <wp:extent cx="838200" cy="29337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C84113">
      <w:rPr>
        <w:color w:val="808080" w:themeColor="background1" w:themeShade="80"/>
        <w:sz w:val="20"/>
        <w:szCs w:val="20"/>
      </w:rPr>
      <w:t>Juni</w:t>
    </w:r>
    <w:r w:rsidRPr="007E2D0D">
      <w:rPr>
        <w:color w:val="808080" w:themeColor="background1" w:themeShade="80"/>
        <w:sz w:val="20"/>
        <w:szCs w:val="20"/>
      </w:rPr>
      <w:t xml:space="preserve"> 20</w:t>
    </w:r>
    <w:r w:rsidR="00660AA5">
      <w:rPr>
        <w:color w:val="808080" w:themeColor="background1" w:themeShade="80"/>
        <w:sz w:val="20"/>
        <w:szCs w:val="20"/>
      </w:rPr>
      <w:t>2</w:t>
    </w:r>
    <w:r w:rsidR="00C84113">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DB045" w14:textId="77777777" w:rsidR="00F74A64" w:rsidRDefault="00F74A64" w:rsidP="006D1346">
      <w:pPr>
        <w:spacing w:after="0" w:line="240" w:lineRule="auto"/>
      </w:pPr>
      <w:r>
        <w:separator/>
      </w:r>
    </w:p>
  </w:footnote>
  <w:footnote w:type="continuationSeparator" w:id="0">
    <w:p w14:paraId="35D29217" w14:textId="77777777" w:rsidR="00F74A64" w:rsidRDefault="00F74A6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7B1D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DC0E6EE" wp14:editId="1C681C31">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7FF66CA"/>
    <w:multiLevelType w:val="hybridMultilevel"/>
    <w:tmpl w:val="C4B04252"/>
    <w:lvl w:ilvl="0" w:tplc="D534E8FC">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D6A6B06"/>
    <w:multiLevelType w:val="hybridMultilevel"/>
    <w:tmpl w:val="13249F2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5280202"/>
    <w:multiLevelType w:val="hybridMultilevel"/>
    <w:tmpl w:val="7F6848BE"/>
    <w:lvl w:ilvl="0" w:tplc="FD52F73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136BF7"/>
    <w:multiLevelType w:val="hybridMultilevel"/>
    <w:tmpl w:val="D438012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F134597"/>
    <w:multiLevelType w:val="hybridMultilevel"/>
    <w:tmpl w:val="FA58C4D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FDA7BA5"/>
    <w:multiLevelType w:val="hybridMultilevel"/>
    <w:tmpl w:val="84589F04"/>
    <w:lvl w:ilvl="0" w:tplc="A8763A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400781E"/>
    <w:multiLevelType w:val="hybridMultilevel"/>
    <w:tmpl w:val="812845F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02671296">
    <w:abstractNumId w:val="20"/>
  </w:num>
  <w:num w:numId="2" w16cid:durableId="878013062">
    <w:abstractNumId w:val="25"/>
  </w:num>
  <w:num w:numId="3" w16cid:durableId="274022642">
    <w:abstractNumId w:val="5"/>
  </w:num>
  <w:num w:numId="4" w16cid:durableId="1326667999">
    <w:abstractNumId w:val="22"/>
  </w:num>
  <w:num w:numId="5" w16cid:durableId="1574002844">
    <w:abstractNumId w:val="28"/>
  </w:num>
  <w:num w:numId="6" w16cid:durableId="1412005836">
    <w:abstractNumId w:val="26"/>
  </w:num>
  <w:num w:numId="7" w16cid:durableId="1686246849">
    <w:abstractNumId w:val="17"/>
  </w:num>
  <w:num w:numId="8" w16cid:durableId="1491672303">
    <w:abstractNumId w:val="14"/>
  </w:num>
  <w:num w:numId="9" w16cid:durableId="1431851959">
    <w:abstractNumId w:val="0"/>
  </w:num>
  <w:num w:numId="10" w16cid:durableId="2122648965">
    <w:abstractNumId w:val="12"/>
  </w:num>
  <w:num w:numId="11" w16cid:durableId="1135635914">
    <w:abstractNumId w:val="2"/>
  </w:num>
  <w:num w:numId="12" w16cid:durableId="1696006361">
    <w:abstractNumId w:val="23"/>
  </w:num>
  <w:num w:numId="13" w16cid:durableId="150950901">
    <w:abstractNumId w:val="1"/>
  </w:num>
  <w:num w:numId="14" w16cid:durableId="1242058584">
    <w:abstractNumId w:val="7"/>
  </w:num>
  <w:num w:numId="15" w16cid:durableId="1327628330">
    <w:abstractNumId w:val="10"/>
  </w:num>
  <w:num w:numId="16" w16cid:durableId="786049978">
    <w:abstractNumId w:val="15"/>
  </w:num>
  <w:num w:numId="17" w16cid:durableId="2112162433">
    <w:abstractNumId w:val="11"/>
  </w:num>
  <w:num w:numId="18" w16cid:durableId="525291736">
    <w:abstractNumId w:val="6"/>
  </w:num>
  <w:num w:numId="19" w16cid:durableId="935095862">
    <w:abstractNumId w:val="4"/>
  </w:num>
  <w:num w:numId="20" w16cid:durableId="346565763">
    <w:abstractNumId w:val="27"/>
  </w:num>
  <w:num w:numId="21" w16cid:durableId="1870874767">
    <w:abstractNumId w:val="19"/>
  </w:num>
  <w:num w:numId="22" w16cid:durableId="115175415">
    <w:abstractNumId w:val="20"/>
    <w:lvlOverride w:ilvl="0">
      <w:startOverride w:val="1"/>
    </w:lvlOverride>
  </w:num>
  <w:num w:numId="23" w16cid:durableId="707415366">
    <w:abstractNumId w:val="20"/>
    <w:lvlOverride w:ilvl="0">
      <w:startOverride w:val="1"/>
    </w:lvlOverride>
  </w:num>
  <w:num w:numId="24" w16cid:durableId="543759902">
    <w:abstractNumId w:val="20"/>
    <w:lvlOverride w:ilvl="0">
      <w:startOverride w:val="1"/>
    </w:lvlOverride>
  </w:num>
  <w:num w:numId="25" w16cid:durableId="313417135">
    <w:abstractNumId w:val="20"/>
    <w:lvlOverride w:ilvl="0">
      <w:startOverride w:val="1"/>
    </w:lvlOverride>
  </w:num>
  <w:num w:numId="26" w16cid:durableId="1046829233">
    <w:abstractNumId w:val="21"/>
  </w:num>
  <w:num w:numId="27" w16cid:durableId="1994597610">
    <w:abstractNumId w:val="16"/>
  </w:num>
  <w:num w:numId="28" w16cid:durableId="1603340364">
    <w:abstractNumId w:val="13"/>
  </w:num>
  <w:num w:numId="29" w16cid:durableId="744298869">
    <w:abstractNumId w:val="24"/>
  </w:num>
  <w:num w:numId="30" w16cid:durableId="719593282">
    <w:abstractNumId w:val="18"/>
  </w:num>
  <w:num w:numId="31" w16cid:durableId="1853520639">
    <w:abstractNumId w:val="3"/>
  </w:num>
  <w:num w:numId="32" w16cid:durableId="27878195">
    <w:abstractNumId w:val="8"/>
  </w:num>
  <w:num w:numId="33" w16cid:durableId="3641376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113"/>
    <w:rsid w:val="0000775F"/>
    <w:rsid w:val="000127AC"/>
    <w:rsid w:val="00017413"/>
    <w:rsid w:val="00017751"/>
    <w:rsid w:val="00026157"/>
    <w:rsid w:val="00071419"/>
    <w:rsid w:val="00072ED2"/>
    <w:rsid w:val="00087065"/>
    <w:rsid w:val="000A7494"/>
    <w:rsid w:val="00126D3F"/>
    <w:rsid w:val="00186A5F"/>
    <w:rsid w:val="001C2D07"/>
    <w:rsid w:val="001F622A"/>
    <w:rsid w:val="00221D86"/>
    <w:rsid w:val="00244639"/>
    <w:rsid w:val="00264EA1"/>
    <w:rsid w:val="003179DB"/>
    <w:rsid w:val="00330DB0"/>
    <w:rsid w:val="00334221"/>
    <w:rsid w:val="00334714"/>
    <w:rsid w:val="00381B15"/>
    <w:rsid w:val="003906DC"/>
    <w:rsid w:val="003B7431"/>
    <w:rsid w:val="003E43C5"/>
    <w:rsid w:val="003E4F79"/>
    <w:rsid w:val="003F45B4"/>
    <w:rsid w:val="003F5E3B"/>
    <w:rsid w:val="00412C43"/>
    <w:rsid w:val="00415B86"/>
    <w:rsid w:val="0042385F"/>
    <w:rsid w:val="00445135"/>
    <w:rsid w:val="004850AB"/>
    <w:rsid w:val="00494093"/>
    <w:rsid w:val="004B0D19"/>
    <w:rsid w:val="004B35A7"/>
    <w:rsid w:val="004C259A"/>
    <w:rsid w:val="004F1042"/>
    <w:rsid w:val="00554E24"/>
    <w:rsid w:val="005E301E"/>
    <w:rsid w:val="005E5D30"/>
    <w:rsid w:val="005F6623"/>
    <w:rsid w:val="00600140"/>
    <w:rsid w:val="0063498A"/>
    <w:rsid w:val="006464A2"/>
    <w:rsid w:val="00660AA5"/>
    <w:rsid w:val="00693FB8"/>
    <w:rsid w:val="006B2673"/>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970575"/>
    <w:rsid w:val="00983AC1"/>
    <w:rsid w:val="009B1F75"/>
    <w:rsid w:val="009E1FF5"/>
    <w:rsid w:val="00A00FBD"/>
    <w:rsid w:val="00A01422"/>
    <w:rsid w:val="00A061E9"/>
    <w:rsid w:val="00A21F57"/>
    <w:rsid w:val="00A36CBF"/>
    <w:rsid w:val="00A43086"/>
    <w:rsid w:val="00AA20FA"/>
    <w:rsid w:val="00AA35A0"/>
    <w:rsid w:val="00AA432E"/>
    <w:rsid w:val="00AC2022"/>
    <w:rsid w:val="00AC5E66"/>
    <w:rsid w:val="00B07884"/>
    <w:rsid w:val="00B45DB5"/>
    <w:rsid w:val="00B65416"/>
    <w:rsid w:val="00B73C44"/>
    <w:rsid w:val="00B7608A"/>
    <w:rsid w:val="00B92DDF"/>
    <w:rsid w:val="00C020BB"/>
    <w:rsid w:val="00C1549E"/>
    <w:rsid w:val="00C26C50"/>
    <w:rsid w:val="00C74D4B"/>
    <w:rsid w:val="00C84113"/>
    <w:rsid w:val="00CA7665"/>
    <w:rsid w:val="00CC05C6"/>
    <w:rsid w:val="00CC6DC4"/>
    <w:rsid w:val="00D01058"/>
    <w:rsid w:val="00D10AC8"/>
    <w:rsid w:val="00D33E38"/>
    <w:rsid w:val="00D47D8C"/>
    <w:rsid w:val="00D72D0B"/>
    <w:rsid w:val="00D74946"/>
    <w:rsid w:val="00D775E8"/>
    <w:rsid w:val="00DE3722"/>
    <w:rsid w:val="00DF56A6"/>
    <w:rsid w:val="00E032F5"/>
    <w:rsid w:val="00E10441"/>
    <w:rsid w:val="00E34A08"/>
    <w:rsid w:val="00E36D04"/>
    <w:rsid w:val="00E64B3F"/>
    <w:rsid w:val="00E67B23"/>
    <w:rsid w:val="00E700F0"/>
    <w:rsid w:val="00EB5F95"/>
    <w:rsid w:val="00EC6E4C"/>
    <w:rsid w:val="00EF0090"/>
    <w:rsid w:val="00EF42B2"/>
    <w:rsid w:val="00F04A61"/>
    <w:rsid w:val="00F11681"/>
    <w:rsid w:val="00F37CED"/>
    <w:rsid w:val="00F65F18"/>
    <w:rsid w:val="00F74A64"/>
    <w:rsid w:val="00FB7D36"/>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3978C"/>
  <w15:chartTrackingRefBased/>
  <w15:docId w15:val="{2233C3B8-30FD-462E-8579-C9290A239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Überschrift 1_INFS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Überschrift 2 INFS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Überschrift 1_INFS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Überschrift 2 INFS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017413"/>
    <w:rPr>
      <w:color w:val="8CBD3A"/>
    </w:rPr>
  </w:style>
  <w:style w:type="character" w:customStyle="1" w:styleId="UnterschriftINFSIZchn">
    <w:name w:val="Unterschrift_INFSI Zchn"/>
    <w:basedOn w:val="BeschriftungZchn"/>
    <w:link w:val="UnterschriftINFSI"/>
    <w:rsid w:val="00017413"/>
    <w:rPr>
      <w:i/>
      <w:iCs/>
      <w:color w:val="8CBD3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s://www.yworks.com/products/ye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sv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3</Pages>
  <Words>422</Words>
  <Characters>2660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3</cp:revision>
  <cp:lastPrinted>2024-04-30T14:44:00Z</cp:lastPrinted>
  <dcterms:created xsi:type="dcterms:W3CDTF">2024-04-30T14:46:00Z</dcterms:created>
  <dcterms:modified xsi:type="dcterms:W3CDTF">2024-04-30T14:50:00Z</dcterms:modified>
</cp:coreProperties>
</file>